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56395" w:rsidP="00D56395">
      <w:pPr>
        <w:jc w:val="center"/>
        <w:rPr>
          <w:sz w:val="28"/>
          <w:szCs w:val="28"/>
        </w:rPr>
      </w:pPr>
      <w:r w:rsidRPr="00355DCA">
        <w:rPr>
          <w:sz w:val="28"/>
          <w:szCs w:val="28"/>
        </w:rPr>
        <w:t>Cotral S.p.A.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</w:t>
      </w:r>
      <w:r w:rsidR="00DE416A">
        <w:t xml:space="preserve"> </w:t>
      </w:r>
      <w:r>
        <w:t>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bookmarkStart w:id="0" w:name="_GoBack"/>
          <w:r w:rsidRPr="00D56395">
            <w:t>………………….</w:t>
          </w:r>
          <w:bookmarkEnd w:id="0"/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C73AC3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I+3NgTG2aF9ExMWyOp+rp+63ng+Pi2k+pk/DWWseKq08pAGvcknwswSJxMuODtIK3RbWehRsAyK1as1AWa4kug==" w:salt="/5Ghbgt44SEP8Kopd7Vn8Q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3AC3"/>
    <w:rsid w:val="00C75022"/>
    <w:rsid w:val="00CD1028"/>
    <w:rsid w:val="00D56395"/>
    <w:rsid w:val="00DA3CC6"/>
    <w:rsid w:val="00DC63D0"/>
    <w:rsid w:val="00DD3D32"/>
    <w:rsid w:val="00DE416A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FFD76-41EA-4D43-8F6B-C78AB252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8BFE6931</Template>
  <TotalTime>28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Perna, Gabriella</cp:lastModifiedBy>
  <cp:revision>23</cp:revision>
  <cp:lastPrinted>2017-04-06T11:04:00Z</cp:lastPrinted>
  <dcterms:created xsi:type="dcterms:W3CDTF">2017-04-06T11:02:00Z</dcterms:created>
  <dcterms:modified xsi:type="dcterms:W3CDTF">2023-04-26T13:15:00Z</dcterms:modified>
</cp:coreProperties>
</file>